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1CF4C9EB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AB44D3">
        <w:rPr>
          <w:rFonts w:ascii="Verdana" w:hAnsi="Verdana"/>
          <w:b/>
          <w:bCs/>
        </w:rPr>
        <w:t>„Dodávka a osazování tabulí na označení stanic a zastávek včetně orientačních tabulí v obvodu OŘ PHA 2025</w:t>
      </w:r>
      <w:r w:rsidR="00AB44D3" w:rsidRPr="001E3E0C">
        <w:rPr>
          <w:rFonts w:ascii="Verdana" w:hAnsi="Verdana"/>
          <w:b/>
          <w:bCs/>
        </w:rPr>
        <w:t>“</w:t>
      </w:r>
      <w:r w:rsidRPr="001E3E0C">
        <w:rPr>
          <w:rFonts w:eastAsia="Times New Roman" w:cs="Times New Roman"/>
          <w:lang w:eastAsia="cs-CZ"/>
        </w:rPr>
        <w:t xml:space="preserve">, č.j. </w:t>
      </w:r>
      <w:r w:rsidR="001E3E0C" w:rsidRPr="001E3E0C">
        <w:t>46561/2024-SŽ-OŘ PHA-OVZ</w:t>
      </w:r>
      <w:r w:rsidRPr="001E3E0C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4D34EB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4D34EB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2024617D" w14:textId="77777777" w:rsidR="004D34EB" w:rsidRDefault="004D34EB" w:rsidP="00882E6D">
      <w:pPr>
        <w:spacing w:line="240" w:lineRule="auto"/>
        <w:rPr>
          <w:rFonts w:eastAsia="Calibri" w:cs="Times New Roman"/>
        </w:rPr>
      </w:pPr>
    </w:p>
    <w:p w14:paraId="59466B7A" w14:textId="688800DF" w:rsidR="009F392E" w:rsidRPr="00D20FE1" w:rsidRDefault="008145D7" w:rsidP="00D20FE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D20FE1" w:rsidSect="00551A2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7CEF7C" w14:textId="77777777" w:rsidR="00551A26" w:rsidRDefault="00551A26" w:rsidP="00962258">
      <w:pPr>
        <w:spacing w:after="0" w:line="240" w:lineRule="auto"/>
      </w:pPr>
      <w:r>
        <w:separator/>
      </w:r>
    </w:p>
  </w:endnote>
  <w:endnote w:type="continuationSeparator" w:id="0">
    <w:p w14:paraId="7678CA27" w14:textId="77777777" w:rsidR="00551A26" w:rsidRDefault="00551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D20FE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20FE1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20FE1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20FE1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8B17623" w14:textId="77777777" w:rsidR="00F1715C" w:rsidRDefault="00D20FE1" w:rsidP="00D20FE1">
          <w:pPr>
            <w:pStyle w:val="Zpat"/>
            <w:spacing w:before="0"/>
          </w:pPr>
          <w:r>
            <w:t xml:space="preserve">Oblastní ředitelství Praha </w:t>
          </w:r>
        </w:p>
        <w:p w14:paraId="573EDD59" w14:textId="77777777" w:rsidR="00D20FE1" w:rsidRDefault="00D20FE1" w:rsidP="00D20FE1">
          <w:pPr>
            <w:pStyle w:val="Zpat"/>
            <w:spacing w:before="0"/>
          </w:pPr>
          <w:r>
            <w:t>Partyzánská 24</w:t>
          </w:r>
        </w:p>
        <w:p w14:paraId="59466B9A" w14:textId="411D0300" w:rsidR="00D20FE1" w:rsidRDefault="00D20FE1" w:rsidP="00D20FE1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D20FE1">
    <w:pPr>
      <w:pStyle w:val="Zpat"/>
      <w:spacing w:before="0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7A916" w14:textId="77777777" w:rsidR="00551A26" w:rsidRDefault="00551A26" w:rsidP="00962258">
      <w:pPr>
        <w:spacing w:after="0" w:line="240" w:lineRule="auto"/>
      </w:pPr>
      <w:r>
        <w:separator/>
      </w:r>
    </w:p>
  </w:footnote>
  <w:footnote w:type="continuationSeparator" w:id="0">
    <w:p w14:paraId="17A19BBF" w14:textId="77777777" w:rsidR="00551A26" w:rsidRDefault="00551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E3E0C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D34EB"/>
    <w:rsid w:val="004E143C"/>
    <w:rsid w:val="004E3A53"/>
    <w:rsid w:val="004F20BC"/>
    <w:rsid w:val="004F4B9B"/>
    <w:rsid w:val="004F69EA"/>
    <w:rsid w:val="00511AB9"/>
    <w:rsid w:val="00523EA7"/>
    <w:rsid w:val="0053602C"/>
    <w:rsid w:val="00551A26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29FD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B44D3"/>
    <w:rsid w:val="00AC1AC3"/>
    <w:rsid w:val="00AC2CF0"/>
    <w:rsid w:val="00AD056F"/>
    <w:rsid w:val="00AD6731"/>
    <w:rsid w:val="00AF356E"/>
    <w:rsid w:val="00B11780"/>
    <w:rsid w:val="00B151DE"/>
    <w:rsid w:val="00B15D0D"/>
    <w:rsid w:val="00B36B3E"/>
    <w:rsid w:val="00B60154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0FE1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D447D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7C29FD"/>
    <w:rsid w:val="0087094D"/>
    <w:rsid w:val="009C16D5"/>
    <w:rsid w:val="00B11780"/>
    <w:rsid w:val="00B60154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95</TotalTime>
  <Pages>1</Pages>
  <Words>481</Words>
  <Characters>2843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Kalinová Jitka</cp:lastModifiedBy>
  <cp:revision>13</cp:revision>
  <cp:lastPrinted>2024-11-27T12:39:00Z</cp:lastPrinted>
  <dcterms:created xsi:type="dcterms:W3CDTF">2023-11-16T10:29:00Z</dcterms:created>
  <dcterms:modified xsi:type="dcterms:W3CDTF">2024-11-29T08:27:00Z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